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775"/>
      </w:tblGrid>
      <w:tr w:rsidR="00A44682" w:rsidTr="00A44682">
        <w:tc>
          <w:tcPr>
            <w:tcW w:w="2235" w:type="dxa"/>
            <w:vAlign w:val="center"/>
          </w:tcPr>
          <w:p w:rsidR="00A44682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Euro</w:t>
            </w:r>
          </w:p>
          <w:p w:rsidR="000F3D78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€</w:t>
            </w:r>
          </w:p>
        </w:tc>
        <w:tc>
          <w:tcPr>
            <w:tcW w:w="2551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213485" cy="1446530"/>
                  <wp:effectExtent l="0" t="0" r="5715" b="1270"/>
                  <wp:docPr id="742" name="Image 742" descr="F:\DOSSIERS CPC EPS AVRIL 2013\IMAGES\price-tag-1673586_1280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 descr="F:\DOSSIERS CPC EPS AVRIL 2013\IMAGES\price-tag-1673586_1280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781685" cy="1446530"/>
                  <wp:effectExtent l="0" t="0" r="0" b="1270"/>
                  <wp:docPr id="743" name="Image 743" descr="F:\DOSSIERS CPC EPS AVRIL 2013\IMAGES\objets\hourglass-1708196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 descr="F:\DOSSIERS CPC EPS AVRIL 2013\IMAGES\objets\hourglass-1708196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A44682">
        <w:tc>
          <w:tcPr>
            <w:tcW w:w="2235" w:type="dxa"/>
            <w:vAlign w:val="center"/>
          </w:tcPr>
          <w:p w:rsidR="00A44682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Kilogramme</w:t>
            </w:r>
          </w:p>
          <w:p w:rsidR="000F3D78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kg</w:t>
            </w:r>
          </w:p>
        </w:tc>
        <w:tc>
          <w:tcPr>
            <w:tcW w:w="2551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263650" cy="1446530"/>
                  <wp:effectExtent l="0" t="0" r="0" b="1270"/>
                  <wp:docPr id="745" name="Image 745" descr="F:\DOSSIERS CPC EPS AVRIL 2013\IMAGES\objets\scale-154924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F:\DOSSIERS CPC EPS AVRIL 2013\IMAGES\objets\scale-154924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396365" cy="1247140"/>
                  <wp:effectExtent l="0" t="0" r="0" b="0"/>
                  <wp:docPr id="744" name="Image 744" descr="F:\DOSSIERS CPC EPS AVRIL 2013\IMAGES\objets\gps-30484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 descr="F:\DOSSIERS CPC EPS AVRIL 2013\IMAGES\objets\gps-30484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A44682">
        <w:tc>
          <w:tcPr>
            <w:tcW w:w="2235" w:type="dxa"/>
            <w:vAlign w:val="center"/>
          </w:tcPr>
          <w:p w:rsidR="00A44682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Kilomètre</w:t>
            </w:r>
          </w:p>
          <w:p w:rsidR="000F3D78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km</w:t>
            </w:r>
          </w:p>
        </w:tc>
        <w:tc>
          <w:tcPr>
            <w:tcW w:w="2551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080770" cy="1446530"/>
                  <wp:effectExtent l="0" t="0" r="5080" b="1270"/>
                  <wp:docPr id="746" name="Image 746" descr="F:\DOSSIERS CPC EPS AVRIL 2013\IMAGES\objets\clock-129309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 descr="F:\DOSSIERS CPC EPS AVRIL 2013\IMAGES\objets\clock-129309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78050" cy="1097280"/>
                  <wp:effectExtent l="0" t="0" r="0" b="0"/>
                  <wp:docPr id="747" name="Image 747" descr="F:\DOSSIERS CPC EPS AVRIL 2013\IMAGES\transports\graphic-91006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 descr="F:\DOSSIERS CPC EPS AVRIL 2013\IMAGES\transports\graphic-91006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A44682">
        <w:tc>
          <w:tcPr>
            <w:tcW w:w="2235" w:type="dxa"/>
            <w:vAlign w:val="center"/>
          </w:tcPr>
          <w:p w:rsidR="00A44682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Durée</w:t>
            </w:r>
          </w:p>
          <w:p w:rsidR="000F3D78" w:rsidRPr="00A44682" w:rsidRDefault="000F3D78" w:rsidP="00A4468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h</w:t>
            </w:r>
          </w:p>
        </w:tc>
        <w:tc>
          <w:tcPr>
            <w:tcW w:w="2551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430020" cy="1446530"/>
                  <wp:effectExtent l="0" t="0" r="0" b="1270"/>
                  <wp:docPr id="749" name="Image 749" descr="F:\DOSSIERS CPC EPS AVRIL 2013\IMAGES\objets\scales-36417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 descr="F:\DOSSIERS CPC EPS AVRIL 2013\IMAGES\objets\scales-36417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0F3D78" w:rsidRDefault="00A44682" w:rsidP="00A44682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446530" cy="1430020"/>
                  <wp:effectExtent l="0" t="0" r="1270" b="0"/>
                  <wp:docPr id="748" name="Image 748" descr="F:\DOSSIERS CPC EPS AVRIL 2013\MHM\2016\IMAGES\images jeux fichiers\register-23666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 descr="F:\DOSSIERS CPC EPS AVRIL 2013\MHM\2016\IMAGES\images jeux fichiers\register-23666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53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775"/>
      </w:tblGrid>
      <w:tr w:rsidR="00A44682" w:rsidTr="009B6B2B">
        <w:tc>
          <w:tcPr>
            <w:tcW w:w="2235" w:type="dxa"/>
            <w:vAlign w:val="center"/>
          </w:tcPr>
          <w:p w:rsidR="00A44682" w:rsidRPr="00A44682" w:rsidRDefault="00A44682" w:rsidP="009B6B2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Euro</w:t>
            </w:r>
          </w:p>
          <w:p w:rsidR="00A44682" w:rsidRPr="00A44682" w:rsidRDefault="00A44682" w:rsidP="009B6B2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€</w:t>
            </w:r>
          </w:p>
        </w:tc>
        <w:tc>
          <w:tcPr>
            <w:tcW w:w="2551" w:type="dxa"/>
            <w:vAlign w:val="center"/>
          </w:tcPr>
          <w:p w:rsidR="00A44682" w:rsidRDefault="00A44682" w:rsidP="009B6B2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213485" cy="1446530"/>
                  <wp:effectExtent l="0" t="0" r="5715" b="1270"/>
                  <wp:docPr id="758" name="Image 758" descr="F:\DOSSIERS CPC EPS AVRIL 2013\IMAGES\price-tag-1673586_1280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 descr="F:\DOSSIERS CPC EPS AVRIL 2013\IMAGES\price-tag-1673586_1280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A44682" w:rsidRDefault="00A44682" w:rsidP="009B6B2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781685" cy="1446530"/>
                  <wp:effectExtent l="0" t="0" r="0" b="1270"/>
                  <wp:docPr id="759" name="Image 759" descr="F:\DOSSIERS CPC EPS AVRIL 2013\IMAGES\objets\hourglass-1708196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 descr="F:\DOSSIERS CPC EPS AVRIL 2013\IMAGES\objets\hourglass-1708196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9B6B2B">
        <w:tc>
          <w:tcPr>
            <w:tcW w:w="2235" w:type="dxa"/>
            <w:vAlign w:val="center"/>
          </w:tcPr>
          <w:p w:rsidR="00A44682" w:rsidRPr="00A44682" w:rsidRDefault="00A44682" w:rsidP="009B6B2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Kilogramme</w:t>
            </w:r>
          </w:p>
          <w:p w:rsidR="00A44682" w:rsidRPr="00A44682" w:rsidRDefault="00A44682" w:rsidP="009B6B2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kg</w:t>
            </w:r>
          </w:p>
        </w:tc>
        <w:tc>
          <w:tcPr>
            <w:tcW w:w="2551" w:type="dxa"/>
            <w:vAlign w:val="center"/>
          </w:tcPr>
          <w:p w:rsidR="00A44682" w:rsidRDefault="00A44682" w:rsidP="009B6B2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263650" cy="1446530"/>
                  <wp:effectExtent l="0" t="0" r="0" b="1270"/>
                  <wp:docPr id="761" name="Image 761" descr="F:\DOSSIERS CPC EPS AVRIL 2013\IMAGES\objets\scale-154924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 descr="F:\DOSSIERS CPC EPS AVRIL 2013\IMAGES\objets\scale-154924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A44682" w:rsidRDefault="00A44682" w:rsidP="009B6B2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396365" cy="1247140"/>
                  <wp:effectExtent l="0" t="0" r="0" b="0"/>
                  <wp:docPr id="760" name="Image 760" descr="F:\DOSSIERS CPC EPS AVRIL 2013\IMAGES\objets\gps-30484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 descr="F:\DOSSIERS CPC EPS AVRIL 2013\IMAGES\objets\gps-30484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9B6B2B">
        <w:tc>
          <w:tcPr>
            <w:tcW w:w="2235" w:type="dxa"/>
            <w:vAlign w:val="center"/>
          </w:tcPr>
          <w:p w:rsidR="00A44682" w:rsidRPr="00A44682" w:rsidRDefault="00A44682" w:rsidP="009B6B2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Kilomètre</w:t>
            </w:r>
          </w:p>
          <w:p w:rsidR="00A44682" w:rsidRPr="00A44682" w:rsidRDefault="00A44682" w:rsidP="009B6B2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km</w:t>
            </w:r>
          </w:p>
        </w:tc>
        <w:tc>
          <w:tcPr>
            <w:tcW w:w="2551" w:type="dxa"/>
            <w:vAlign w:val="center"/>
          </w:tcPr>
          <w:p w:rsidR="00A44682" w:rsidRDefault="00A44682" w:rsidP="009B6B2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080770" cy="1446530"/>
                  <wp:effectExtent l="0" t="0" r="5080" b="1270"/>
                  <wp:docPr id="762" name="Image 762" descr="F:\DOSSIERS CPC EPS AVRIL 2013\IMAGES\objets\clock-129309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 descr="F:\DOSSIERS CPC EPS AVRIL 2013\IMAGES\objets\clock-129309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A44682" w:rsidRDefault="00A44682" w:rsidP="009B6B2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78050" cy="1097280"/>
                  <wp:effectExtent l="0" t="0" r="0" b="0"/>
                  <wp:docPr id="763" name="Image 763" descr="F:\DOSSIERS CPC EPS AVRIL 2013\IMAGES\transports\graphic-91006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 descr="F:\DOSSIERS CPC EPS AVRIL 2013\IMAGES\transports\graphic-91006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682" w:rsidTr="009B6B2B">
        <w:tc>
          <w:tcPr>
            <w:tcW w:w="2235" w:type="dxa"/>
            <w:vAlign w:val="center"/>
          </w:tcPr>
          <w:p w:rsidR="00A44682" w:rsidRPr="00A44682" w:rsidRDefault="00A44682" w:rsidP="009B6B2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32"/>
              </w:rPr>
              <w:t>Durée</w:t>
            </w:r>
          </w:p>
          <w:p w:rsidR="00A44682" w:rsidRPr="00A44682" w:rsidRDefault="00A44682" w:rsidP="009B6B2B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A44682">
              <w:rPr>
                <w:rFonts w:ascii="Arial" w:hAnsi="Arial" w:cs="Arial"/>
                <w:b/>
                <w:sz w:val="44"/>
              </w:rPr>
              <w:t>h</w:t>
            </w:r>
          </w:p>
        </w:tc>
        <w:tc>
          <w:tcPr>
            <w:tcW w:w="2551" w:type="dxa"/>
            <w:vAlign w:val="center"/>
          </w:tcPr>
          <w:p w:rsidR="00A44682" w:rsidRDefault="00A44682" w:rsidP="009B6B2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430020" cy="1446530"/>
                  <wp:effectExtent l="0" t="0" r="0" b="1270"/>
                  <wp:docPr id="765" name="Image 765" descr="F:\DOSSIERS CPC EPS AVRIL 2013\IMAGES\objets\scales-36417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 descr="F:\DOSSIERS CPC EPS AVRIL 2013\IMAGES\objets\scales-36417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A44682" w:rsidRDefault="00A44682" w:rsidP="009B6B2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446530" cy="1430020"/>
                  <wp:effectExtent l="0" t="0" r="1270" b="0"/>
                  <wp:docPr id="764" name="Image 764" descr="F:\DOSSIERS CPC EPS AVRIL 2013\MHM\2016\IMAGES\images jeux fichiers\register-23666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 descr="F:\DOSSIERS CPC EPS AVRIL 2013\MHM\2016\IMAGES\images jeux fichiers\register-23666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53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4682" w:rsidRPr="007E024D" w:rsidRDefault="00A44682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A44682" w:rsidRPr="007E024D" w:rsidSect="000F3D7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D78"/>
    <w:rsid w:val="000F3D78"/>
    <w:rsid w:val="001D645B"/>
    <w:rsid w:val="005175A3"/>
    <w:rsid w:val="005F7238"/>
    <w:rsid w:val="007E024D"/>
    <w:rsid w:val="00A4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F423A-8076-4F05-9240-8945028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3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13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2017-01-25T16:30:00Z</dcterms:created>
  <dcterms:modified xsi:type="dcterms:W3CDTF">2017-01-25T16:56:00Z</dcterms:modified>
</cp:coreProperties>
</file>